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A8" w:rsidRPr="00E40DF4" w:rsidRDefault="007E1DA8" w:rsidP="00D26DAA">
      <w:pPr>
        <w:rPr>
          <w:rFonts w:ascii="宋体"/>
          <w:sz w:val="28"/>
          <w:szCs w:val="28"/>
        </w:rPr>
      </w:pPr>
      <w:r w:rsidRPr="00E40DF4">
        <w:rPr>
          <w:rFonts w:ascii="宋体" w:hAnsi="宋体" w:cs="宋体" w:hint="eastAsia"/>
          <w:sz w:val="28"/>
          <w:szCs w:val="28"/>
        </w:rPr>
        <w:t>附件</w:t>
      </w:r>
      <w:r w:rsidRPr="00E40DF4">
        <w:rPr>
          <w:rFonts w:ascii="宋体" w:hAnsi="宋体" w:cs="宋体"/>
          <w:sz w:val="28"/>
          <w:szCs w:val="28"/>
        </w:rPr>
        <w:t>5</w:t>
      </w:r>
      <w:r w:rsidRPr="00E40DF4"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 w:hint="eastAsia"/>
          <w:sz w:val="28"/>
          <w:szCs w:val="28"/>
        </w:rPr>
        <w:t>机械</w:t>
      </w:r>
      <w:r w:rsidRPr="00E40DF4">
        <w:rPr>
          <w:rFonts w:ascii="宋体" w:hAnsi="宋体" w:cs="宋体" w:hint="eastAsia"/>
          <w:sz w:val="28"/>
          <w:szCs w:val="28"/>
        </w:rPr>
        <w:t>与汽车工程学院学业导师简介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356"/>
        <w:gridCol w:w="1688"/>
        <w:gridCol w:w="1247"/>
        <w:gridCol w:w="970"/>
        <w:gridCol w:w="137"/>
        <w:gridCol w:w="1123"/>
        <w:gridCol w:w="2001"/>
      </w:tblGrid>
      <w:tr w:rsidR="007E1DA8" w:rsidRPr="00684A8A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cs="宋体" w:hint="eastAsia"/>
                <w:color w:val="555555"/>
                <w:kern w:val="0"/>
              </w:rPr>
              <w:t>教师</w:t>
            </w:r>
            <w:r w:rsidRPr="008810A0">
              <w:rPr>
                <w:rFonts w:cs="宋体" w:hint="eastAsia"/>
                <w:color w:val="555555"/>
                <w:kern w:val="0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付秀琢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 w:hint="eastAsia"/>
                <w:color w:val="555555"/>
                <w:kern w:val="0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职称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讲师</w:t>
            </w:r>
          </w:p>
        </w:tc>
      </w:tr>
      <w:tr w:rsidR="007E1DA8" w:rsidRPr="00684A8A">
        <w:trPr>
          <w:trHeight w:val="45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学</w:t>
            </w:r>
            <w:r w:rsidRPr="0073452E">
              <w:rPr>
                <w:rFonts w:cs="宋体" w:hint="eastAsia"/>
                <w:color w:val="555555"/>
                <w:kern w:val="0"/>
              </w:rPr>
              <w:t>历（学位）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博士研究生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 w:hint="eastAsia"/>
                <w:color w:val="555555"/>
                <w:kern w:val="0"/>
              </w:rPr>
              <w:t>从事</w:t>
            </w:r>
            <w:r w:rsidRPr="008810A0">
              <w:rPr>
                <w:rFonts w:ascii="宋体" w:hAnsi="宋体" w:cs="宋体" w:hint="eastAsia"/>
                <w:color w:val="555555"/>
                <w:kern w:val="0"/>
              </w:rPr>
              <w:t>专业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机械</w:t>
            </w:r>
          </w:p>
        </w:tc>
      </w:tr>
      <w:tr w:rsidR="007E1DA8" w:rsidRPr="00684A8A">
        <w:trPr>
          <w:trHeight w:val="47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cs="宋体" w:hint="eastAsia"/>
                <w:color w:val="555555"/>
                <w:kern w:val="0"/>
              </w:rPr>
              <w:t>电</w:t>
            </w:r>
            <w:r w:rsidRPr="008810A0">
              <w:rPr>
                <w:color w:val="555555"/>
                <w:kern w:val="0"/>
              </w:rPr>
              <w:t xml:space="preserve">  </w:t>
            </w:r>
            <w:r w:rsidRPr="008810A0">
              <w:rPr>
                <w:rFonts w:cs="宋体" w:hint="eastAsia"/>
                <w:color w:val="555555"/>
                <w:kern w:val="0"/>
              </w:rPr>
              <w:t>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/>
                <w:color w:val="555555"/>
                <w:kern w:val="0"/>
              </w:rPr>
              <w:t>13698602177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ascii="宋体" w:hAnsi="宋体" w:cs="宋体"/>
                <w:color w:val="555555"/>
                <w:kern w:val="0"/>
              </w:rPr>
              <w:t>QQ/</w:t>
            </w:r>
            <w:r w:rsidRPr="0073452E">
              <w:rPr>
                <w:rFonts w:ascii="宋体" w:hAnsi="宋体" w:cs="宋体" w:hint="eastAsia"/>
                <w:color w:val="555555"/>
                <w:kern w:val="0"/>
              </w:rPr>
              <w:t>微信号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8810A0">
              <w:rPr>
                <w:rFonts w:ascii="宋体" w:hAnsi="宋体" w:cs="宋体"/>
                <w:color w:val="555555"/>
                <w:kern w:val="0"/>
              </w:rPr>
              <w:t>E-MAIL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/>
                <w:color w:val="555555"/>
                <w:kern w:val="0"/>
              </w:rPr>
              <w:t xml:space="preserve">zhuozicom@126.com </w:t>
            </w:r>
          </w:p>
        </w:tc>
      </w:tr>
      <w:tr w:rsidR="007E1DA8" w:rsidRPr="00684A8A">
        <w:trPr>
          <w:trHeight w:val="60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 w:rsidRPr="0073452E">
              <w:rPr>
                <w:rFonts w:cs="宋体" w:hint="eastAsia"/>
                <w:color w:val="555555"/>
                <w:kern w:val="0"/>
              </w:rPr>
              <w:t>指导专业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cs="宋体" w:hint="eastAsia"/>
                <w:color w:val="555555"/>
                <w:kern w:val="0"/>
              </w:rPr>
              <w:t>机械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DA8" w:rsidRPr="008810A0" w:rsidRDefault="007E1DA8" w:rsidP="0073452E">
            <w:pPr>
              <w:widowControl/>
              <w:spacing w:line="384" w:lineRule="auto"/>
              <w:jc w:val="center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 w:hint="eastAsia"/>
                <w:color w:val="555555"/>
                <w:kern w:val="0"/>
              </w:rPr>
              <w:t>人数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DA8" w:rsidRPr="008810A0" w:rsidRDefault="007E1DA8" w:rsidP="007C188F">
            <w:pPr>
              <w:widowControl/>
              <w:spacing w:line="384" w:lineRule="auto"/>
              <w:rPr>
                <w:rFonts w:ascii="宋体"/>
                <w:color w:val="555555"/>
                <w:kern w:val="0"/>
              </w:rPr>
            </w:pPr>
            <w:r>
              <w:rPr>
                <w:rFonts w:ascii="宋体" w:hAnsi="宋体" w:cs="宋体"/>
                <w:color w:val="555555"/>
                <w:kern w:val="0"/>
              </w:rPr>
              <w:t>2015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</w:rPr>
              <w:t xml:space="preserve">10  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人；</w:t>
            </w:r>
            <w:r>
              <w:rPr>
                <w:rFonts w:ascii="宋体" w:hAnsi="宋体" w:cs="宋体"/>
                <w:color w:val="555555"/>
                <w:kern w:val="0"/>
              </w:rPr>
              <w:t>2016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级：</w:t>
            </w:r>
            <w:r>
              <w:rPr>
                <w:rFonts w:ascii="宋体" w:hAnsi="宋体" w:cs="宋体"/>
                <w:color w:val="555555"/>
                <w:kern w:val="0"/>
              </w:rPr>
              <w:t xml:space="preserve">10  </w:t>
            </w:r>
            <w:r>
              <w:rPr>
                <w:rFonts w:ascii="宋体" w:hAnsi="宋体" w:cs="宋体" w:hint="eastAsia"/>
                <w:color w:val="555555"/>
                <w:kern w:val="0"/>
              </w:rPr>
              <w:t>人</w:t>
            </w:r>
          </w:p>
        </w:tc>
      </w:tr>
      <w:tr w:rsidR="007E1DA8" w:rsidRPr="00684A8A">
        <w:trPr>
          <w:trHeight w:val="9555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E1DA8" w:rsidRPr="00684A8A" w:rsidRDefault="007E1DA8" w:rsidP="008810A0">
            <w:pPr>
              <w:widowControl/>
              <w:spacing w:line="384" w:lineRule="auto"/>
              <w:jc w:val="left"/>
              <w:rPr>
                <w:rFonts w:ascii="宋体"/>
                <w:sz w:val="28"/>
                <w:szCs w:val="28"/>
              </w:rPr>
            </w:pPr>
            <w:r w:rsidRPr="00684A8A">
              <w:rPr>
                <w:rFonts w:ascii="宋体" w:hAnsi="宋体" w:cs="宋体" w:hint="eastAsia"/>
                <w:sz w:val="28"/>
                <w:szCs w:val="28"/>
              </w:rPr>
              <w:t>个人简介：</w:t>
            </w:r>
          </w:p>
          <w:p w:rsidR="007E1DA8" w:rsidRDefault="007E1DA8" w:rsidP="0073452E">
            <w:pPr>
              <w:widowControl/>
              <w:spacing w:line="384" w:lineRule="auto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555555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自</w:t>
            </w:r>
            <w:r>
              <w:rPr>
                <w:rFonts w:ascii="宋体" w:cs="宋体"/>
                <w:color w:val="555555"/>
                <w:kern w:val="0"/>
                <w:sz w:val="24"/>
                <w:szCs w:val="24"/>
              </w:rPr>
              <w:t>2004</w:t>
            </w:r>
            <w:r>
              <w:rPr>
                <w:rFonts w:ascii="宋体" w:cs="宋体" w:hint="eastAsia"/>
                <w:color w:val="555555"/>
                <w:kern w:val="0"/>
                <w:sz w:val="24"/>
                <w:szCs w:val="24"/>
              </w:rPr>
              <w:t>年工作以来一直从事机械制图、计算机绘图等方面的教学工作，教学效果良好；目前研究方向是特种加工，针对该领域内的电火花加工进行了一系列研究，取得一定研究成果。曾担任过多名学生的学业导师，学生毕业后去向良好。</w:t>
            </w:r>
          </w:p>
          <w:p w:rsidR="007E1DA8" w:rsidRPr="008810A0" w:rsidRDefault="007E1DA8" w:rsidP="0073452E">
            <w:pPr>
              <w:widowControl/>
              <w:spacing w:line="384" w:lineRule="auto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555555"/>
                <w:kern w:val="0"/>
                <w:sz w:val="24"/>
                <w:szCs w:val="24"/>
              </w:rPr>
              <w:t xml:space="preserve">     </w:t>
            </w:r>
          </w:p>
        </w:tc>
      </w:tr>
      <w:tr w:rsidR="007E1DA8" w:rsidRPr="00684A8A">
        <w:trPr>
          <w:trHeight w:val="992"/>
        </w:trPr>
        <w:tc>
          <w:tcPr>
            <w:tcW w:w="852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E1DA8" w:rsidRPr="008810A0" w:rsidRDefault="007E1DA8" w:rsidP="008810A0">
            <w:pPr>
              <w:widowControl/>
              <w:spacing w:line="384" w:lineRule="auto"/>
              <w:jc w:val="left"/>
              <w:rPr>
                <w:rFonts w:ascii="宋体"/>
                <w:color w:val="555555"/>
                <w:kern w:val="0"/>
                <w:sz w:val="24"/>
                <w:szCs w:val="24"/>
              </w:rPr>
            </w:pPr>
            <w:r>
              <w:rPr>
                <w:color w:val="555555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color w:val="555555"/>
                <w:kern w:val="0"/>
                <w:sz w:val="24"/>
                <w:szCs w:val="24"/>
              </w:rPr>
              <w:t>备注：</w:t>
            </w:r>
          </w:p>
        </w:tc>
      </w:tr>
    </w:tbl>
    <w:p w:rsidR="007E1DA8" w:rsidRPr="008810A0" w:rsidRDefault="007E1DA8"/>
    <w:sectPr w:rsidR="007E1DA8" w:rsidRPr="008810A0" w:rsidSect="00A5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DA8" w:rsidRDefault="007E1DA8" w:rsidP="005602E0">
      <w:r>
        <w:separator/>
      </w:r>
    </w:p>
  </w:endnote>
  <w:endnote w:type="continuationSeparator" w:id="0">
    <w:p w:rsidR="007E1DA8" w:rsidRDefault="007E1DA8" w:rsidP="00560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DA8" w:rsidRDefault="007E1DA8" w:rsidP="005602E0">
      <w:r>
        <w:separator/>
      </w:r>
    </w:p>
  </w:footnote>
  <w:footnote w:type="continuationSeparator" w:id="0">
    <w:p w:rsidR="007E1DA8" w:rsidRDefault="007E1DA8" w:rsidP="00560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2E0"/>
    <w:rsid w:val="00016214"/>
    <w:rsid w:val="000327CA"/>
    <w:rsid w:val="00054236"/>
    <w:rsid w:val="00054C2F"/>
    <w:rsid w:val="000676B3"/>
    <w:rsid w:val="000A59BF"/>
    <w:rsid w:val="000D0314"/>
    <w:rsid w:val="00161ADB"/>
    <w:rsid w:val="001647AD"/>
    <w:rsid w:val="001D783E"/>
    <w:rsid w:val="0023693A"/>
    <w:rsid w:val="0024670A"/>
    <w:rsid w:val="00252F77"/>
    <w:rsid w:val="00255F60"/>
    <w:rsid w:val="00267022"/>
    <w:rsid w:val="00297D92"/>
    <w:rsid w:val="002B3421"/>
    <w:rsid w:val="002C37CD"/>
    <w:rsid w:val="002E06FF"/>
    <w:rsid w:val="00316198"/>
    <w:rsid w:val="003210B6"/>
    <w:rsid w:val="00340016"/>
    <w:rsid w:val="00345D4A"/>
    <w:rsid w:val="00383026"/>
    <w:rsid w:val="00383DE2"/>
    <w:rsid w:val="003A4265"/>
    <w:rsid w:val="003B675F"/>
    <w:rsid w:val="003C4CF3"/>
    <w:rsid w:val="003E0B40"/>
    <w:rsid w:val="003F34CA"/>
    <w:rsid w:val="003F47B1"/>
    <w:rsid w:val="003F624A"/>
    <w:rsid w:val="004118C6"/>
    <w:rsid w:val="0047662A"/>
    <w:rsid w:val="00494A16"/>
    <w:rsid w:val="004B1AD7"/>
    <w:rsid w:val="004F6898"/>
    <w:rsid w:val="00555A45"/>
    <w:rsid w:val="005602E0"/>
    <w:rsid w:val="00577C3D"/>
    <w:rsid w:val="005A791B"/>
    <w:rsid w:val="005A7A8B"/>
    <w:rsid w:val="005B0F84"/>
    <w:rsid w:val="005B4C60"/>
    <w:rsid w:val="005F4E33"/>
    <w:rsid w:val="0060760A"/>
    <w:rsid w:val="00614781"/>
    <w:rsid w:val="00653B02"/>
    <w:rsid w:val="00684A8A"/>
    <w:rsid w:val="00690D64"/>
    <w:rsid w:val="006A70B5"/>
    <w:rsid w:val="006A756D"/>
    <w:rsid w:val="006C4741"/>
    <w:rsid w:val="006D2531"/>
    <w:rsid w:val="00702B0B"/>
    <w:rsid w:val="00723870"/>
    <w:rsid w:val="0073452E"/>
    <w:rsid w:val="00757CD6"/>
    <w:rsid w:val="0076727E"/>
    <w:rsid w:val="0078190E"/>
    <w:rsid w:val="007C188F"/>
    <w:rsid w:val="007E1DA8"/>
    <w:rsid w:val="00811633"/>
    <w:rsid w:val="008333F1"/>
    <w:rsid w:val="00833CB3"/>
    <w:rsid w:val="00852785"/>
    <w:rsid w:val="00855565"/>
    <w:rsid w:val="0085724B"/>
    <w:rsid w:val="008810A0"/>
    <w:rsid w:val="008E65B6"/>
    <w:rsid w:val="008F5530"/>
    <w:rsid w:val="00906414"/>
    <w:rsid w:val="00914BE4"/>
    <w:rsid w:val="00972984"/>
    <w:rsid w:val="009913A7"/>
    <w:rsid w:val="009C5180"/>
    <w:rsid w:val="00A0334C"/>
    <w:rsid w:val="00A16ED0"/>
    <w:rsid w:val="00A32759"/>
    <w:rsid w:val="00A37D96"/>
    <w:rsid w:val="00A50947"/>
    <w:rsid w:val="00A74327"/>
    <w:rsid w:val="00A84DA1"/>
    <w:rsid w:val="00A868BF"/>
    <w:rsid w:val="00A949F9"/>
    <w:rsid w:val="00AA07F7"/>
    <w:rsid w:val="00AA4C5D"/>
    <w:rsid w:val="00AC20FE"/>
    <w:rsid w:val="00AE3CAE"/>
    <w:rsid w:val="00B60616"/>
    <w:rsid w:val="00B70C7C"/>
    <w:rsid w:val="00B801E9"/>
    <w:rsid w:val="00BA1C59"/>
    <w:rsid w:val="00BB581F"/>
    <w:rsid w:val="00BE14F7"/>
    <w:rsid w:val="00BE2B23"/>
    <w:rsid w:val="00C15F2E"/>
    <w:rsid w:val="00C257F1"/>
    <w:rsid w:val="00C510D8"/>
    <w:rsid w:val="00C52755"/>
    <w:rsid w:val="00C53B14"/>
    <w:rsid w:val="00C72A3B"/>
    <w:rsid w:val="00C9396B"/>
    <w:rsid w:val="00C96724"/>
    <w:rsid w:val="00CD2819"/>
    <w:rsid w:val="00CE0477"/>
    <w:rsid w:val="00CF29F2"/>
    <w:rsid w:val="00CF6389"/>
    <w:rsid w:val="00CF63DF"/>
    <w:rsid w:val="00D13EDF"/>
    <w:rsid w:val="00D26DAA"/>
    <w:rsid w:val="00D27FCC"/>
    <w:rsid w:val="00D570CC"/>
    <w:rsid w:val="00D722D3"/>
    <w:rsid w:val="00D751BC"/>
    <w:rsid w:val="00DA5229"/>
    <w:rsid w:val="00DE28C2"/>
    <w:rsid w:val="00E1601A"/>
    <w:rsid w:val="00E162E3"/>
    <w:rsid w:val="00E2248E"/>
    <w:rsid w:val="00E22632"/>
    <w:rsid w:val="00E40DF4"/>
    <w:rsid w:val="00E54E4B"/>
    <w:rsid w:val="00E64DE7"/>
    <w:rsid w:val="00F12BBF"/>
    <w:rsid w:val="00F30263"/>
    <w:rsid w:val="00F41C9E"/>
    <w:rsid w:val="00F6600F"/>
    <w:rsid w:val="00F973E8"/>
    <w:rsid w:val="00FA249E"/>
    <w:rsid w:val="00FA295F"/>
    <w:rsid w:val="00FA6249"/>
    <w:rsid w:val="00FF6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0B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0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0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02E0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5602E0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8810A0"/>
    <w:rPr>
      <w:b/>
      <w:bCs/>
    </w:rPr>
  </w:style>
  <w:style w:type="character" w:customStyle="1" w:styleId="medblacktext1">
    <w:name w:val="medblacktext1"/>
    <w:basedOn w:val="DefaultParagraphFont"/>
    <w:uiPriority w:val="99"/>
    <w:rsid w:val="008810A0"/>
  </w:style>
  <w:style w:type="character" w:customStyle="1" w:styleId="smblacktext1">
    <w:name w:val="smblacktext1"/>
    <w:basedOn w:val="DefaultParagraphFont"/>
    <w:uiPriority w:val="99"/>
    <w:rsid w:val="00881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42</Words>
  <Characters>240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附件5：机械与汽车工程学院学业导师简介</dc:title>
  <dc:subject/>
  <dc:creator>Lenovo User</dc:creator>
  <cp:keywords/>
  <dc:description/>
  <cp:lastModifiedBy>微软用户</cp:lastModifiedBy>
  <cp:revision>2</cp:revision>
  <cp:lastPrinted>2016-09-05T03:11:00Z</cp:lastPrinted>
  <dcterms:created xsi:type="dcterms:W3CDTF">2016-10-11T09:01:00Z</dcterms:created>
  <dcterms:modified xsi:type="dcterms:W3CDTF">2016-10-11T09:01:00Z</dcterms:modified>
</cp:coreProperties>
</file>